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621EF">
        <w:rPr>
          <w:rFonts w:eastAsia="Verdana" w:cs="Times New Roman"/>
          <w:b/>
          <w:sz w:val="20"/>
          <w:szCs w:val="20"/>
        </w:rPr>
        <w:t xml:space="preserve">ZAŁĄCZNIK NR </w:t>
      </w:r>
      <w:r w:rsidR="00D7286B" w:rsidRPr="000621EF">
        <w:rPr>
          <w:rFonts w:eastAsia="Verdana" w:cs="Times New Roman"/>
          <w:b/>
          <w:sz w:val="20"/>
          <w:szCs w:val="20"/>
        </w:rPr>
        <w:t>8</w:t>
      </w:r>
      <w:r w:rsidRPr="000621EF">
        <w:rPr>
          <w:rFonts w:eastAsia="Verdana" w:cs="Times New Roman"/>
          <w:b/>
          <w:sz w:val="20"/>
          <w:szCs w:val="20"/>
        </w:rPr>
        <w:t xml:space="preserve"> DO SWZ – WYKAZ OSÓB (WZÓR)</w:t>
      </w:r>
    </w:p>
    <w:p w14:paraId="4B842220" w14:textId="645F4AD6" w:rsidR="000855FF" w:rsidRPr="000621EF" w:rsidRDefault="000855F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621E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3A8F6E59" w14:textId="6D11E81A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63021D16" w14:textId="77777777" w:rsidR="000855FF" w:rsidRPr="000621EF" w:rsidRDefault="000855FF" w:rsidP="00BC5AEA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2B892340" w14:textId="77777777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471A1CB3" w14:textId="4B00F503" w:rsidR="000855FF" w:rsidRPr="000621E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5B51228D" w14:textId="5A0DE585" w:rsidR="000855FF" w:rsidRPr="000621EF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0621E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621E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0621E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7FEE3C84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71948B29" w14:textId="77777777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0621E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AABA3CB" w14:textId="6E407F6F" w:rsidR="000855FF" w:rsidRPr="000621E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21EF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="004E2BC6" w:rsidRPr="000621EF">
              <w:rPr>
                <w:rFonts w:asciiTheme="minorHAnsi" w:hAnsiTheme="minorHAnsi" w:cstheme="minorHAnsi"/>
                <w:b/>
                <w:sz w:val="20"/>
              </w:rPr>
              <w:t>Białystok</w:t>
            </w:r>
          </w:p>
          <w:p w14:paraId="014F11D1" w14:textId="2B491BE1" w:rsidR="000855FF" w:rsidRPr="000621EF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0621EF">
              <w:rPr>
                <w:rFonts w:asciiTheme="minorHAnsi" w:hAnsiTheme="minorHAnsi" w:cstheme="minorHAnsi"/>
                <w:color w:val="000000"/>
                <w:sz w:val="20"/>
              </w:rPr>
              <w:t>ul. Elektryczna 13, 15-950 Białystok</w:t>
            </w:r>
          </w:p>
        </w:tc>
      </w:tr>
    </w:tbl>
    <w:p w14:paraId="4553812D" w14:textId="2E1F6023" w:rsidR="00A62B4C" w:rsidRPr="000621EF" w:rsidRDefault="00A62B4C" w:rsidP="00A62B4C">
      <w:pPr>
        <w:rPr>
          <w:rFonts w:eastAsia="Verdana" w:cs="Times New Roman"/>
          <w:sz w:val="20"/>
          <w:szCs w:val="20"/>
        </w:rPr>
      </w:pPr>
    </w:p>
    <w:p w14:paraId="46E64279" w14:textId="36D45D22" w:rsidR="000855FF" w:rsidRPr="000621E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  <w:sz w:val="20"/>
          <w:szCs w:val="20"/>
        </w:rPr>
      </w:pPr>
      <w:r w:rsidRPr="000621EF">
        <w:rPr>
          <w:rFonts w:cstheme="minorHAnsi"/>
          <w:b/>
          <w:sz w:val="20"/>
          <w:szCs w:val="20"/>
        </w:rPr>
        <w:t>WYKAZ OSÓB</w:t>
      </w:r>
    </w:p>
    <w:p w14:paraId="0C05A1DE" w14:textId="496BE6FE" w:rsidR="000855FF" w:rsidRPr="000621E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20"/>
          <w:szCs w:val="20"/>
        </w:rPr>
      </w:pPr>
    </w:p>
    <w:p w14:paraId="14817040" w14:textId="566D0059" w:rsidR="000855FF" w:rsidRPr="000621E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sz w:val="20"/>
          <w:szCs w:val="20"/>
          <w:lang w:eastAsia="pl-PL"/>
        </w:rPr>
      </w:pPr>
      <w:r w:rsidRPr="000621EF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0430C0" w:rsidRPr="000621EF">
        <w:rPr>
          <w:rFonts w:cstheme="minorHAnsi"/>
          <w:b/>
          <w:sz w:val="20"/>
          <w:szCs w:val="20"/>
        </w:rPr>
        <w:t>POST/DYS/OB/G</w:t>
      </w:r>
      <w:r w:rsidR="00FB6DAF" w:rsidRPr="000621EF">
        <w:rPr>
          <w:rFonts w:cstheme="minorHAnsi"/>
          <w:b/>
          <w:sz w:val="20"/>
          <w:szCs w:val="20"/>
        </w:rPr>
        <w:t>Z/0</w:t>
      </w:r>
      <w:r w:rsidR="00557BDB">
        <w:rPr>
          <w:rFonts w:cstheme="minorHAnsi"/>
          <w:b/>
          <w:sz w:val="20"/>
          <w:szCs w:val="20"/>
        </w:rPr>
        <w:t>4456</w:t>
      </w:r>
      <w:r w:rsidR="000430C0" w:rsidRPr="000621EF">
        <w:rPr>
          <w:rFonts w:cstheme="minorHAnsi"/>
          <w:b/>
          <w:sz w:val="20"/>
          <w:szCs w:val="20"/>
        </w:rPr>
        <w:t>/2025</w:t>
      </w:r>
      <w:r w:rsidR="00D7286B"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r w:rsidR="00557BDB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0621EF" w:rsidRPr="00B2714B">
        <w:rPr>
          <w:rFonts w:cs="Arial"/>
          <w:b/>
          <w:iCs/>
          <w:color w:val="000000"/>
          <w:spacing w:val="-15"/>
          <w:sz w:val="20"/>
          <w:szCs w:val="20"/>
        </w:rPr>
        <w:t>związanej z PNO na terenie działalności Rejonu Energetycznego Ełk PGE Dystrybucja S.A. Oddział Białystok - 6 części</w:t>
      </w:r>
      <w:r w:rsidRPr="000621EF">
        <w:rPr>
          <w:rFonts w:cstheme="minorHAnsi"/>
          <w:sz w:val="20"/>
          <w:szCs w:val="20"/>
          <w:lang w:eastAsia="pl-PL"/>
        </w:rPr>
        <w:t>,</w:t>
      </w:r>
      <w:r w:rsidRPr="000621EF">
        <w:rPr>
          <w:rFonts w:cstheme="minorHAnsi"/>
          <w:b/>
          <w:sz w:val="20"/>
          <w:szCs w:val="20"/>
          <w:lang w:eastAsia="pl-PL"/>
        </w:rPr>
        <w:t xml:space="preserve"> oświadczamy</w:t>
      </w:r>
      <w:r w:rsidRPr="000621EF">
        <w:rPr>
          <w:rFonts w:cstheme="minorHAnsi"/>
          <w:sz w:val="20"/>
          <w:szCs w:val="20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621E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0621EF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sz w:val="20"/>
                <w:szCs w:val="20"/>
                <w:lang w:eastAsia="pl-PL"/>
              </w:rPr>
              <w:t>Data ważności dokumentu</w:t>
            </w:r>
          </w:p>
          <w:p w14:paraId="70FBD7A1" w14:textId="77777777" w:rsidR="004E2BC6" w:rsidRPr="000621EF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dd</w:t>
            </w:r>
            <w:proofErr w:type="spellEnd"/>
            <w:r w:rsidRPr="000621EF">
              <w:rPr>
                <w:rFonts w:cstheme="minorHAnsi"/>
                <w:sz w:val="20"/>
                <w:szCs w:val="20"/>
                <w:lang w:eastAsia="pl-PL"/>
              </w:rPr>
              <w:t>-mm-</w:t>
            </w:r>
            <w:proofErr w:type="spellStart"/>
            <w:r w:rsidRPr="000621EF">
              <w:rPr>
                <w:rFonts w:cstheme="minorHAnsi"/>
                <w:sz w:val="20"/>
                <w:szCs w:val="20"/>
                <w:lang w:eastAsia="pl-PL"/>
              </w:rPr>
              <w:t>rrrr</w:t>
            </w:r>
            <w:proofErr w:type="spellEnd"/>
          </w:p>
        </w:tc>
      </w:tr>
      <w:tr w:rsidR="004E2BC6" w:rsidRPr="000621E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(grupa „D” i „E”)</w:t>
            </w:r>
          </w:p>
        </w:tc>
      </w:tr>
      <w:tr w:rsidR="004E2BC6" w:rsidRPr="000621E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621E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>kV</w:t>
            </w:r>
            <w:proofErr w:type="spellEnd"/>
            <w:r w:rsidRPr="000621EF">
              <w:rPr>
                <w:rFonts w:cstheme="minorHAnsi"/>
                <w:b/>
                <w:sz w:val="20"/>
                <w:szCs w:val="20"/>
                <w:lang w:eastAsia="pl-PL"/>
              </w:rPr>
              <w:t xml:space="preserve"> na stanowisku eksploatacji</w:t>
            </w:r>
          </w:p>
        </w:tc>
      </w:tr>
      <w:tr w:rsidR="004E2BC6" w:rsidRPr="000621E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4E2BC6" w:rsidRPr="000621E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621E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621E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6740776E" w14:textId="1ACF769C" w:rsidR="00153A4C" w:rsidRPr="000621EF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  <w:szCs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0621EF">
        <w:rPr>
          <w:rFonts w:cstheme="minorHAnsi"/>
          <w:i/>
          <w:sz w:val="20"/>
          <w:szCs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0621EF" w:rsidRDefault="00153A4C" w:rsidP="004E2BC6">
      <w:pPr>
        <w:spacing w:after="200"/>
        <w:ind w:left="142"/>
        <w:rPr>
          <w:rFonts w:eastAsia="Calibri" w:cstheme="minorHAnsi"/>
          <w:sz w:val="20"/>
          <w:szCs w:val="20"/>
          <w:lang w:eastAsia="pl-PL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0621EF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  <w:szCs w:val="20"/>
        </w:rPr>
      </w:pPr>
      <w:r w:rsidRPr="000621EF">
        <w:rPr>
          <w:rFonts w:eastAsia="Calibri" w:cstheme="minorHAnsi"/>
          <w:sz w:val="20"/>
          <w:szCs w:val="20"/>
          <w:lang w:eastAsia="pl-PL"/>
        </w:rPr>
        <w:t>Jednocześnie o</w:t>
      </w:r>
      <w:r w:rsidRPr="000621EF">
        <w:rPr>
          <w:rFonts w:eastAsia="Calibri" w:cstheme="minorHAnsi"/>
          <w:snapToGrid w:val="0"/>
          <w:sz w:val="20"/>
          <w:szCs w:val="20"/>
        </w:rPr>
        <w:t xml:space="preserve">świadczam/y niniejszym, iż osoby które zostaną skierowane do realizacji zamówienia: </w:t>
      </w:r>
    </w:p>
    <w:p w14:paraId="41A15AAA" w14:textId="77777777" w:rsidR="004E2BC6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poinformowane o wymogach dotyczących sposobu realizacji Umowy,</w:t>
      </w:r>
    </w:p>
    <w:p w14:paraId="7F647395" w14:textId="24A7C6BE" w:rsidR="00153A4C" w:rsidRPr="000621EF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</w:rPr>
        <w:t>zostaną poinformowane o przetwarzaniu ich danych osobowych przez PGE Dystrybucja S.A.</w:t>
      </w:r>
    </w:p>
    <w:p w14:paraId="502342C8" w14:textId="691BCF4A" w:rsidR="000855FF" w:rsidRPr="000621E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  <w:r w:rsidRPr="000621EF">
        <w:rPr>
          <w:rFonts w:cstheme="minorHAnsi"/>
          <w:snapToGrid w:val="0"/>
          <w:sz w:val="20"/>
          <w:szCs w:val="20"/>
          <w:lang w:eastAsia="pl-PL"/>
        </w:rPr>
        <w:t>zostaną przeszkol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one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 </w:t>
      </w:r>
      <w:r w:rsidR="00423489" w:rsidRPr="000621EF">
        <w:rPr>
          <w:rFonts w:cstheme="minorHAnsi"/>
          <w:snapToGrid w:val="0"/>
          <w:sz w:val="20"/>
          <w:szCs w:val="20"/>
          <w:lang w:eastAsia="pl-PL"/>
        </w:rPr>
        <w:t xml:space="preserve">w zakresie montażu osprzętu kablowego SN </w:t>
      </w:r>
      <w:r w:rsidRPr="000621EF">
        <w:rPr>
          <w:rFonts w:cstheme="minorHAnsi"/>
          <w:snapToGrid w:val="0"/>
          <w:sz w:val="20"/>
          <w:szCs w:val="20"/>
          <w:lang w:eastAsia="pl-PL"/>
        </w:rPr>
        <w:t xml:space="preserve">przez Producenta w zakresie stosowanej technologii </w:t>
      </w:r>
      <w:r w:rsidR="00C456E3" w:rsidRPr="000621EF">
        <w:rPr>
          <w:rFonts w:cstheme="minorHAnsi"/>
          <w:snapToGrid w:val="0"/>
          <w:sz w:val="20"/>
          <w:szCs w:val="20"/>
          <w:lang w:eastAsia="pl-PL"/>
        </w:rPr>
        <w:t>- w przypadku realizacji prac na sieci SN.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</w:t>
      </w:r>
      <w:r w:rsidR="00BD62B6" w:rsidRPr="000621EF">
        <w:rPr>
          <w:rFonts w:cstheme="minorHAnsi"/>
          <w:snapToGrid w:val="0"/>
          <w:sz w:val="20"/>
          <w:szCs w:val="20"/>
          <w:lang w:eastAsia="pl-PL"/>
        </w:rPr>
        <w:lastRenderedPageBreak/>
        <w:t>każdego z pracowników wykonujących osprzęt, przeprowadzonym przez Uprawnionego przedstawiciela producenta osprzętu (Certyfikat szkolenia)</w:t>
      </w:r>
      <w:r w:rsidR="00EA0409" w:rsidRPr="000621EF">
        <w:rPr>
          <w:rFonts w:cstheme="minorHAnsi"/>
          <w:snapToGrid w:val="0"/>
          <w:sz w:val="20"/>
          <w:szCs w:val="20"/>
          <w:lang w:eastAsia="pl-PL"/>
        </w:rPr>
        <w:t>.</w:t>
      </w:r>
    </w:p>
    <w:p w14:paraId="6AEC3028" w14:textId="77777777" w:rsidR="000430C0" w:rsidRPr="000621EF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szCs w:val="20"/>
          <w:lang w:eastAsia="pl-PL"/>
        </w:rPr>
      </w:pPr>
    </w:p>
    <w:p w14:paraId="6A6A7D4C" w14:textId="11E27182" w:rsidR="000855FF" w:rsidRPr="000621EF" w:rsidRDefault="000855FF" w:rsidP="000430C0">
      <w:pPr>
        <w:spacing w:before="120" w:line="276" w:lineRule="auto"/>
        <w:outlineLvl w:val="0"/>
        <w:rPr>
          <w:rFonts w:cstheme="minorHAnsi"/>
          <w:sz w:val="20"/>
          <w:szCs w:val="20"/>
        </w:rPr>
      </w:pPr>
    </w:p>
    <w:p w14:paraId="048EB348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D0DAE42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6295B249" w14:textId="77777777" w:rsidR="009C3A53" w:rsidRDefault="009C3A53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7ED53FB" w14:textId="40E3147C" w:rsidR="000855FF" w:rsidRPr="005C0596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5C0596"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Pr="005C0596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5C0596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6"/>
          <w:szCs w:val="16"/>
        </w:rPr>
      </w:pPr>
      <w:r w:rsidRPr="005C0596"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5C0596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565B6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DA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EBDD58C" w:rsidR="00347E8D" w:rsidRPr="000430C0" w:rsidRDefault="00FB6DAF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557BDB">
            <w:rPr>
              <w:rFonts w:asciiTheme="majorHAnsi" w:hAnsiTheme="majorHAnsi"/>
              <w:color w:val="000000" w:themeColor="text1"/>
              <w:sz w:val="14"/>
              <w:szCs w:val="18"/>
            </w:rPr>
            <w:t>4456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88433445">
    <w:abstractNumId w:val="18"/>
  </w:num>
  <w:num w:numId="2" w16cid:durableId="421922373">
    <w:abstractNumId w:val="7"/>
  </w:num>
  <w:num w:numId="3" w16cid:durableId="829567590">
    <w:abstractNumId w:val="12"/>
  </w:num>
  <w:num w:numId="4" w16cid:durableId="825777740">
    <w:abstractNumId w:val="20"/>
  </w:num>
  <w:num w:numId="5" w16cid:durableId="1117063696">
    <w:abstractNumId w:val="18"/>
  </w:num>
  <w:num w:numId="6" w16cid:durableId="1189678192">
    <w:abstractNumId w:val="18"/>
  </w:num>
  <w:num w:numId="7" w16cid:durableId="1909804719">
    <w:abstractNumId w:val="3"/>
  </w:num>
  <w:num w:numId="8" w16cid:durableId="1481992853">
    <w:abstractNumId w:val="28"/>
  </w:num>
  <w:num w:numId="9" w16cid:durableId="1450928196">
    <w:abstractNumId w:val="16"/>
  </w:num>
  <w:num w:numId="10" w16cid:durableId="1103919497">
    <w:abstractNumId w:val="4"/>
  </w:num>
  <w:num w:numId="11" w16cid:durableId="1242787929">
    <w:abstractNumId w:val="13"/>
  </w:num>
  <w:num w:numId="12" w16cid:durableId="2047097768">
    <w:abstractNumId w:val="11"/>
  </w:num>
  <w:num w:numId="13" w16cid:durableId="1020081226">
    <w:abstractNumId w:val="27"/>
  </w:num>
  <w:num w:numId="14" w16cid:durableId="502401080">
    <w:abstractNumId w:val="22"/>
  </w:num>
  <w:num w:numId="15" w16cid:durableId="1209148027">
    <w:abstractNumId w:val="15"/>
  </w:num>
  <w:num w:numId="16" w16cid:durableId="426468892">
    <w:abstractNumId w:val="9"/>
  </w:num>
  <w:num w:numId="17" w16cid:durableId="106970347">
    <w:abstractNumId w:val="5"/>
  </w:num>
  <w:num w:numId="18" w16cid:durableId="1195846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4985170">
    <w:abstractNumId w:val="0"/>
  </w:num>
  <w:num w:numId="20" w16cid:durableId="1218393270">
    <w:abstractNumId w:val="29"/>
  </w:num>
  <w:num w:numId="21" w16cid:durableId="1844201284">
    <w:abstractNumId w:val="1"/>
  </w:num>
  <w:num w:numId="22" w16cid:durableId="11077174">
    <w:abstractNumId w:val="14"/>
  </w:num>
  <w:num w:numId="23" w16cid:durableId="606541927">
    <w:abstractNumId w:val="10"/>
  </w:num>
  <w:num w:numId="24" w16cid:durableId="1759524754">
    <w:abstractNumId w:val="21"/>
  </w:num>
  <w:num w:numId="25" w16cid:durableId="90708059">
    <w:abstractNumId w:val="25"/>
  </w:num>
  <w:num w:numId="26" w16cid:durableId="1466509789">
    <w:abstractNumId w:val="2"/>
  </w:num>
  <w:num w:numId="27" w16cid:durableId="237907732">
    <w:abstractNumId w:val="24"/>
  </w:num>
  <w:num w:numId="28" w16cid:durableId="1923106423">
    <w:abstractNumId w:val="23"/>
  </w:num>
  <w:num w:numId="29" w16cid:durableId="11077705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43695">
    <w:abstractNumId w:val="19"/>
  </w:num>
  <w:num w:numId="31" w16cid:durableId="1090126370">
    <w:abstractNumId w:val="17"/>
  </w:num>
  <w:num w:numId="32" w16cid:durableId="145136326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621EF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0F5B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57BDB"/>
    <w:rsid w:val="00561D93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59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0E0E"/>
    <w:rsid w:val="00892FBE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674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3A53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07CCE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32777"/>
    <w:rsid w:val="00D516C1"/>
    <w:rsid w:val="00D6344F"/>
    <w:rsid w:val="00D7286B"/>
    <w:rsid w:val="00D80614"/>
    <w:rsid w:val="00D80E4A"/>
    <w:rsid w:val="00D826D6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B6DAF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8 do SWZ.docx</dmsv2BaseFileName>
    <dmsv2BaseDisplayName xmlns="http://schemas.microsoft.com/sharepoint/v3">4456 - Załącznik nr 8 do SWZ</dmsv2BaseDisplayName>
    <dmsv2SWPP2ObjectNumber xmlns="http://schemas.microsoft.com/sharepoint/v3">POST/DYS/OB/GZ/04456/2025                         </dmsv2SWPP2ObjectNumber>
    <dmsv2SWPP2SumMD5 xmlns="http://schemas.microsoft.com/sharepoint/v3">83e83956004d42c55a72f9e87bbbf86a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23972220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JEUP5JKVCYQC-91331814-17093</_dlc_DocId>
    <_dlc_DocIdUrl xmlns="a19cb1c7-c5c7-46d4-85ae-d83685407bba">
      <Url>https://swpp2.dms.gkpge.pl/sites/41/_layouts/15/DocIdRedir.aspx?ID=JEUP5JKVCYQC-91331814-17093</Url>
      <Description>JEUP5JKVCYQC-91331814-17093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BBAA3-E297-4AB4-9B15-D71DF6730ED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2B667D-DA79-453B-8ECE-BC11B5553FF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6</cp:revision>
  <cp:lastPrinted>2024-07-15T11:21:00Z</cp:lastPrinted>
  <dcterms:created xsi:type="dcterms:W3CDTF">2025-10-26T11:51:00Z</dcterms:created>
  <dcterms:modified xsi:type="dcterms:W3CDTF">2025-12-10T10:59:00Z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3dadb77b-ab27-4e56-9308-5b10572796b3</vt:lpwstr>
  </property>
</Properties>
</file>